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59557BB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A65A73" w:rsidRDefault="0085747A" w14:paraId="3F774C4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A65A73" w:rsidR="0085747A" w:rsidP="0F8F2577" w:rsidRDefault="0071620A" w14:paraId="5EB64038" w14:textId="2AEABB2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F8F257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F8F2577" w:rsidR="00A65A73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0F8F2577" w:rsidR="00A65A73">
        <w:rPr>
          <w:rFonts w:ascii="Corbel" w:hAnsi="Corbel"/>
          <w:b w:val="1"/>
          <w:bCs w:val="1"/>
          <w:smallCaps w:val="1"/>
          <w:sz w:val="24"/>
          <w:szCs w:val="24"/>
        </w:rPr>
        <w:t>2022</w:t>
      </w:r>
      <w:r w:rsidRPr="0F8F2577" w:rsidR="00A65A73">
        <w:rPr>
          <w:rFonts w:ascii="Corbel" w:hAnsi="Corbel"/>
          <w:b w:val="1"/>
          <w:bCs w:val="1"/>
          <w:smallCaps w:val="1"/>
          <w:sz w:val="24"/>
          <w:szCs w:val="24"/>
        </w:rPr>
        <w:t>-2025</w:t>
      </w:r>
    </w:p>
    <w:p w:rsidRPr="00EA4832" w:rsidR="00445970" w:rsidP="00A65A73" w:rsidRDefault="00445970" w14:paraId="10CA8AEC" w14:textId="6AB600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8F2577" w:rsidR="00445970">
        <w:rPr>
          <w:rFonts w:ascii="Corbel" w:hAnsi="Corbel"/>
          <w:sz w:val="20"/>
          <w:szCs w:val="20"/>
        </w:rPr>
        <w:t>R</w:t>
      </w:r>
      <w:r w:rsidRPr="0F8F2577" w:rsidR="00A65A73">
        <w:rPr>
          <w:rFonts w:ascii="Corbel" w:hAnsi="Corbel"/>
          <w:sz w:val="20"/>
          <w:szCs w:val="20"/>
        </w:rPr>
        <w:t>ok akademicki   2022</w:t>
      </w:r>
      <w:r w:rsidRPr="0F8F2577" w:rsidR="00A65A73">
        <w:rPr>
          <w:rFonts w:ascii="Corbel" w:hAnsi="Corbel"/>
          <w:sz w:val="20"/>
          <w:szCs w:val="20"/>
        </w:rPr>
        <w:t>/2023</w:t>
      </w:r>
      <w:bookmarkStart w:name="_GoBack" w:id="0"/>
      <w:bookmarkEnd w:id="0"/>
    </w:p>
    <w:p w:rsidRPr="009C54AE" w:rsidR="0085747A" w:rsidP="009C54AE" w:rsidRDefault="0085747A" w14:paraId="45404CC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ECDA43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457B89C" w14:textId="77777777">
        <w:tc>
          <w:tcPr>
            <w:tcW w:w="2694" w:type="dxa"/>
            <w:vAlign w:val="center"/>
          </w:tcPr>
          <w:p w:rsidRPr="009C54AE" w:rsidR="0085747A" w:rsidP="009C54AE" w:rsidRDefault="00C05F44" w14:paraId="4220AC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7A9940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Pr="009C54AE" w:rsidR="0085747A" w:rsidTr="00B819C8" w14:paraId="14E3619E" w14:textId="77777777">
        <w:tc>
          <w:tcPr>
            <w:tcW w:w="2694" w:type="dxa"/>
            <w:vAlign w:val="center"/>
          </w:tcPr>
          <w:p w:rsidRPr="009C54AE" w:rsidR="0085747A" w:rsidP="009C54AE" w:rsidRDefault="00C05F44" w14:paraId="145225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2E65DD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Pr="009C54AE" w:rsidR="0085747A" w:rsidTr="00B819C8" w14:paraId="6E0A1D27" w14:textId="77777777">
        <w:tc>
          <w:tcPr>
            <w:tcW w:w="2694" w:type="dxa"/>
            <w:vAlign w:val="center"/>
          </w:tcPr>
          <w:p w:rsidRPr="009C54AE" w:rsidR="0085747A" w:rsidP="00EA4832" w:rsidRDefault="0017512A" w14:paraId="7224A27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278C4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292370B" w14:textId="77777777">
        <w:tc>
          <w:tcPr>
            <w:tcW w:w="2694" w:type="dxa"/>
            <w:vAlign w:val="center"/>
          </w:tcPr>
          <w:p w:rsidRPr="009C54AE" w:rsidR="0085747A" w:rsidP="009C54AE" w:rsidRDefault="0085747A" w14:paraId="150D4D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51C2C" w14:paraId="3A58250D" w14:textId="57D775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61E1ADC5" w14:textId="77777777">
        <w:tc>
          <w:tcPr>
            <w:tcW w:w="2694" w:type="dxa"/>
            <w:vAlign w:val="center"/>
          </w:tcPr>
          <w:p w:rsidRPr="009C54AE" w:rsidR="0085747A" w:rsidP="009C54AE" w:rsidRDefault="0085747A" w14:paraId="1E567A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769C36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742927C2" w14:textId="77777777">
        <w:tc>
          <w:tcPr>
            <w:tcW w:w="2694" w:type="dxa"/>
            <w:vAlign w:val="center"/>
          </w:tcPr>
          <w:p w:rsidRPr="009C54AE" w:rsidR="0085747A" w:rsidP="009C54AE" w:rsidRDefault="00DE4A14" w14:paraId="29D450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5116D654" w14:textId="705551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1DFD6947" w14:textId="77777777">
        <w:tc>
          <w:tcPr>
            <w:tcW w:w="2694" w:type="dxa"/>
            <w:vAlign w:val="center"/>
          </w:tcPr>
          <w:p w:rsidRPr="009C54AE" w:rsidR="0085747A" w:rsidP="009C54AE" w:rsidRDefault="0085747A" w14:paraId="69E736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613BB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50E92047" w14:textId="77777777">
        <w:tc>
          <w:tcPr>
            <w:tcW w:w="2694" w:type="dxa"/>
            <w:vAlign w:val="center"/>
          </w:tcPr>
          <w:p w:rsidRPr="009C54AE" w:rsidR="0085747A" w:rsidP="009C54AE" w:rsidRDefault="0085747A" w14:paraId="1DBC8F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65D253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17A0F1F" w14:textId="77777777">
        <w:tc>
          <w:tcPr>
            <w:tcW w:w="2694" w:type="dxa"/>
            <w:vAlign w:val="center"/>
          </w:tcPr>
          <w:p w:rsidRPr="009C54AE" w:rsidR="0085747A" w:rsidP="009C54AE" w:rsidRDefault="0085747A" w14:paraId="1A8824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A2527" w14:paraId="73EB35C0" w14:textId="7566B6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Pr="009C54AE" w:rsidR="0085747A" w:rsidTr="00B819C8" w14:paraId="65982477" w14:textId="77777777">
        <w:tc>
          <w:tcPr>
            <w:tcW w:w="2694" w:type="dxa"/>
            <w:vAlign w:val="center"/>
          </w:tcPr>
          <w:p w:rsidRPr="009C54AE" w:rsidR="0085747A" w:rsidP="009C54AE" w:rsidRDefault="0085747A" w14:paraId="62A2E2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A65A73" w:rsidRDefault="0017512A" w14:paraId="1DCD3C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0AFDC6EA" w14:textId="77777777">
        <w:tc>
          <w:tcPr>
            <w:tcW w:w="2694" w:type="dxa"/>
            <w:vAlign w:val="center"/>
          </w:tcPr>
          <w:p w:rsidRPr="009C54AE" w:rsidR="00923D7D" w:rsidP="009C54AE" w:rsidRDefault="00923D7D" w14:paraId="18BBDB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9D211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3737D6A" w14:textId="77777777">
        <w:tc>
          <w:tcPr>
            <w:tcW w:w="2694" w:type="dxa"/>
            <w:vAlign w:val="center"/>
          </w:tcPr>
          <w:p w:rsidRPr="009C54AE" w:rsidR="0085747A" w:rsidP="009C54AE" w:rsidRDefault="0085747A" w14:paraId="44C4AC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480E9B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Pr="009C54AE" w:rsidR="0085747A" w:rsidTr="00B819C8" w14:paraId="05424DAA" w14:textId="77777777">
        <w:tc>
          <w:tcPr>
            <w:tcW w:w="2694" w:type="dxa"/>
            <w:vAlign w:val="center"/>
          </w:tcPr>
          <w:p w:rsidRPr="009C54AE" w:rsidR="0085747A" w:rsidP="009C54AE" w:rsidRDefault="0085747A" w14:paraId="309F46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65A73" w14:paraId="69733E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:rsidRPr="009C54AE" w:rsidR="0085747A" w:rsidP="009C54AE" w:rsidRDefault="0085747A" w14:paraId="5BAA2961" w14:textId="0061DE2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6F83D6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C58034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2079E" w14:paraId="5C3992B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782FF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78464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17EA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8A9C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B573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2B03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2ACA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2ABA5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F90F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DDC9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591FA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2079E" w14:paraId="6485B51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A2527" w14:paraId="27BE0B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2079E" w14:paraId="40CA82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2079E" w14:paraId="33F605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046F2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CDFBB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2A59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9C7C0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F3835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5AB2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2079E" w14:paraId="24802E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788097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83D542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3D1972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26D4D" w:rsidP="00826D4D" w:rsidRDefault="00826D4D" w14:paraId="430A3C2D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/>
        </w:rPr>
        <w:t>Teams</w:t>
      </w:r>
      <w:proofErr w:type="spellEnd"/>
      <w:r>
        <w:rPr>
          <w:rStyle w:val="spellingerror"/>
          <w:rFonts w:ascii="Corbel" w:hAnsi="Corbel" w:eastAsia="Calibri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826D4D" w:rsidR="0085747A" w:rsidP="00826D4D" w:rsidRDefault="00826D4D" w14:paraId="3D6E15D1" w14:textId="546DC25A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:rsidRPr="009C54AE" w:rsidR="00826D4D" w:rsidP="00826D4D" w:rsidRDefault="00826D4D" w14:paraId="11C5EC6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67415" w:rsidP="00F83B28" w:rsidRDefault="00E22FBC" w14:paraId="316937F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Pr="009C54AE" w:rsidR="00E22FBC" w:rsidP="00F83B28" w:rsidRDefault="00CF787B" w14:paraId="4347BE01" w14:textId="60AEEA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696D8A4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A5FA37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BBAF9E4" w14:textId="77777777">
        <w:tc>
          <w:tcPr>
            <w:tcW w:w="9670" w:type="dxa"/>
          </w:tcPr>
          <w:p w:rsidRPr="009C54AE" w:rsidR="0085747A" w:rsidP="009C54AE" w:rsidRDefault="00CF787B" w14:paraId="320F9B0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:rsidR="00153C41" w:rsidP="009C54AE" w:rsidRDefault="00153C41" w14:paraId="6F1168F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9F463A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F9F159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50C369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0973F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FC22EE4" w14:textId="77777777">
        <w:tc>
          <w:tcPr>
            <w:tcW w:w="851" w:type="dxa"/>
            <w:vAlign w:val="center"/>
          </w:tcPr>
          <w:p w:rsidRPr="009C54AE" w:rsidR="0085747A" w:rsidP="009C54AE" w:rsidRDefault="0085747A" w14:paraId="155AF42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CF787B" w:rsidRDefault="00CF787B" w14:paraId="5D5422A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Pr="009C54AE" w:rsidR="0085747A" w:rsidTr="00923D7D" w14:paraId="64A24094" w14:textId="77777777">
        <w:tc>
          <w:tcPr>
            <w:tcW w:w="851" w:type="dxa"/>
            <w:vAlign w:val="center"/>
          </w:tcPr>
          <w:p w:rsidRPr="009C54AE" w:rsidR="0085747A" w:rsidP="009C54AE" w:rsidRDefault="00CF787B" w14:paraId="578DD2F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CF787B" w:rsidRDefault="00CF787B" w14:paraId="76E259F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i gospodarczego na świecie.</w:t>
            </w:r>
          </w:p>
        </w:tc>
      </w:tr>
      <w:tr w:rsidRPr="009C54AE" w:rsidR="0085747A" w:rsidTr="00923D7D" w14:paraId="507BB226" w14:textId="77777777">
        <w:tc>
          <w:tcPr>
            <w:tcW w:w="851" w:type="dxa"/>
            <w:vAlign w:val="center"/>
          </w:tcPr>
          <w:p w:rsidRPr="009C54AE" w:rsidR="0085747A" w:rsidP="009C54AE" w:rsidRDefault="00CF787B" w14:paraId="3F9464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CF787B" w14:paraId="3AE724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:rsidRPr="009C54AE" w:rsidR="0085747A" w:rsidP="009C54AE" w:rsidRDefault="0085747A" w14:paraId="346E484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5D88C6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F8F7B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D4ACCD0" w14:paraId="68143BD1" w14:textId="77777777">
        <w:tc>
          <w:tcPr>
            <w:tcW w:w="1681" w:type="dxa"/>
            <w:vAlign w:val="center"/>
          </w:tcPr>
          <w:p w:rsidRPr="009C54AE" w:rsidR="0085747A" w:rsidP="009C54AE" w:rsidRDefault="0085747A" w14:paraId="1E7632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774F8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D65DE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6D4ACCD0" w14:paraId="68AC7D0A" w14:textId="77777777">
        <w:tc>
          <w:tcPr>
            <w:tcW w:w="1681" w:type="dxa"/>
          </w:tcPr>
          <w:p w:rsidRPr="009C54AE" w:rsidR="0085747A" w:rsidP="009C54AE" w:rsidRDefault="0085747A" w14:paraId="6B47B0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9C54AE" w:rsidRDefault="00843D04" w14:paraId="38563C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385EFF" w:rsid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Pr="00B46945" w:rsidR="00385EFF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Pr="00385EFF" w:rsid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:rsidRPr="00C31A14" w:rsidR="0085747A" w:rsidP="00D67415" w:rsidRDefault="009A2527" w14:paraId="5F69609E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Pr="009C54AE" w:rsidR="0085747A" w:rsidTr="6D4ACCD0" w14:paraId="3992F2E1" w14:textId="77777777">
        <w:tc>
          <w:tcPr>
            <w:tcW w:w="1681" w:type="dxa"/>
          </w:tcPr>
          <w:p w:rsidRPr="009C54AE" w:rsidR="0085747A" w:rsidP="009C54AE" w:rsidRDefault="0085747A" w14:paraId="3C45DB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843D04" w:rsidRDefault="00843D04" w14:paraId="5EF702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385EFF" w:rsid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945" w:rsidR="00385EFF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Pr="00B46945" w:rsid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:rsidRPr="00C31A14" w:rsidR="0085747A" w:rsidP="00D67415" w:rsidRDefault="009A2527" w14:paraId="453912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Pr="009C54AE" w:rsidR="0085747A" w:rsidTr="6D4ACCD0" w14:paraId="326160F5" w14:textId="77777777">
        <w:tc>
          <w:tcPr>
            <w:tcW w:w="1681" w:type="dxa"/>
          </w:tcPr>
          <w:p w:rsidRPr="009C54AE" w:rsidR="0085747A" w:rsidP="009C54AE" w:rsidRDefault="009251CE" w14:paraId="557C62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385EFF" w:rsidP="6D4ACCD0" w:rsidRDefault="6CC19DCC" w14:paraId="1FD21A27" w14:textId="648E08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Pr="6D4ACCD0" w:rsidR="65EB3B2E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Pr="6D4ACCD0" w:rsidR="4D9A8963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Pr="6D4ACCD0" w:rsidR="65EB3B2E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:rsidR="003455B1" w:rsidP="00D67415" w:rsidRDefault="00A21EFC" w14:paraId="7EE04373" w14:textId="3473FAA5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:rsidR="003455B1" w:rsidP="00D67415" w:rsidRDefault="00A21EFC" w14:paraId="1E6479F8" w14:textId="235D6BCD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:rsidRPr="00C31A14" w:rsidR="0085747A" w:rsidP="00D67415" w:rsidRDefault="00A21EFC" w14:paraId="5A420908" w14:textId="2C947A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Pr="00B46945" w:rsidR="00BB1503" w:rsidTr="6D4ACCD0" w14:paraId="2A96AC8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B1503" w:rsidP="007352A7" w:rsidRDefault="00BB1503" w14:paraId="5CD16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B1503" w:rsidP="6D4ACCD0" w:rsidRDefault="2A60F6EA" w14:paraId="67EEB6A4" w14:textId="50239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Pr="6D4ACCD0" w:rsidR="0B208F18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Pr="6D4ACCD0" w:rsidR="56159E18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Pr="6D4ACCD0" w:rsidR="6933F7CC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Pr="6D4ACCD0" w:rsidR="56159E18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Pr="6D4ACCD0" w:rsidR="0B208F18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Pr="6D4ACCD0" w:rsidR="0B208F18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1A14" w:rsidR="00BB1503" w:rsidP="00D67415" w:rsidRDefault="00BB1503" w14:paraId="4BE1A57E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Pr="009C54AE" w:rsidR="009A2527" w:rsidTr="6D4ACCD0" w14:paraId="18498E95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A2527" w:rsidP="007352A7" w:rsidRDefault="00BB1503" w14:paraId="7165F4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B6F34" w:rsidP="6D4ACCD0" w:rsidRDefault="0FA85F0D" w14:paraId="6F6E9340" w14:textId="48AEB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Pr="6D4ACCD0" w:rsidR="0B208F18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Pr="6D4ACCD0" w:rsidR="4FD7E21B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Pr="6D4ACCD0" w:rsidR="4FD7E21B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Pr="6D4ACCD0" w:rsidR="0B208F18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1A14" w:rsidR="009A2527" w:rsidP="00D67415" w:rsidRDefault="00B46945" w14:paraId="0013F278" w14:textId="57392C7F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Pr="009C54AE" w:rsidR="00A21EFC" w:rsidTr="6D4ACCD0" w14:paraId="4DEAE76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21EFC" w:rsidP="00A21EFC" w:rsidRDefault="00BB1503" w14:paraId="58EFAB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13F03" w:rsidR="00A21EFC" w:rsidP="00BB1503" w:rsidRDefault="00613F03" w14:paraId="7D8C2AF7" w14:textId="77777777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Pr="00613F03" w:rsidR="00BB15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613F03" w:rsidR="00A21EFC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Pr="00613F03" w:rsidR="00BB15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Pr="00613F03" w:rsidR="00A21EFC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1A14" w:rsidR="00A21EFC" w:rsidP="00D67415" w:rsidRDefault="00BB1503" w14:paraId="05594CFB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Pr="009A2527" w:rsidR="00A21EFC" w:rsidTr="6D4ACCD0" w14:paraId="33FC9FD8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21EFC" w:rsidP="00A21EFC" w:rsidRDefault="00BB1503" w14:paraId="47BCAA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13F03" w:rsidR="00A21EFC" w:rsidP="00A21EFC" w:rsidRDefault="48E7E1C0" w14:paraId="2BD72E38" w14:textId="058D9E10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Pr="6D4ACCD0" w:rsidR="73C8DD8D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Pr="6D4ACCD0" w:rsidR="73C8DD8D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Pr="6D4ACCD0" w:rsidR="73C8DD8D">
              <w:rPr>
                <w:rFonts w:ascii="Corbel" w:hAnsi="Corbel"/>
              </w:rPr>
              <w:t xml:space="preserve"> współorganizowania działalności na rzecz</w:t>
            </w:r>
            <w:r w:rsidRPr="6D4ACCD0" w:rsidR="11EBFAA9">
              <w:rPr>
                <w:rFonts w:ascii="Corbel" w:hAnsi="Corbel"/>
              </w:rPr>
              <w:t xml:space="preserve"> lokalnego</w:t>
            </w:r>
            <w:r w:rsidRPr="6D4ACCD0" w:rsidR="73C8DD8D">
              <w:rPr>
                <w:rFonts w:ascii="Corbel" w:hAnsi="Corbel"/>
              </w:rPr>
              <w:t xml:space="preserve"> środowiska społecznego poprzez uczestniczenie w przygotowaniu projektów</w:t>
            </w:r>
            <w:r w:rsidRPr="6D4ACCD0" w:rsidR="6D529930">
              <w:rPr>
                <w:rFonts w:ascii="Corbel" w:hAnsi="Corbel"/>
              </w:rPr>
              <w:t xml:space="preserve"> naukowych,</w:t>
            </w:r>
            <w:r w:rsidRPr="6D4ACCD0" w:rsidR="73C8DD8D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67415" w:rsidP="00D67415" w:rsidRDefault="00CA34C9" w14:paraId="38B198CB" w14:textId="6BB6B836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:rsidRPr="00C31A14" w:rsidR="00A21EFC" w:rsidP="00D67415" w:rsidRDefault="00CA34C9" w14:paraId="7914F4B4" w14:textId="476CE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hAnsi="Corbel" w:eastAsia="Times New Roman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:rsidRPr="009C54AE" w:rsidR="0085747A" w:rsidP="009C54AE" w:rsidRDefault="0085747A" w14:paraId="7D8CDE1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030C9C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0ABADF8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E1EAD1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9520D" w14:paraId="3456B3A1" w14:textId="77777777">
        <w:tc>
          <w:tcPr>
            <w:tcW w:w="9520" w:type="dxa"/>
          </w:tcPr>
          <w:p w:rsidRPr="009C54AE" w:rsidR="0085747A" w:rsidP="009C54AE" w:rsidRDefault="0085747A" w14:paraId="39E2294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9520D" w14:paraId="1CACBBE1" w14:textId="77777777">
        <w:tc>
          <w:tcPr>
            <w:tcW w:w="9520" w:type="dxa"/>
          </w:tcPr>
          <w:p w:rsidRPr="009C54AE" w:rsidR="0085747A" w:rsidP="0099520D" w:rsidRDefault="0099520D" w14:paraId="7D3606B8" w14:textId="77777777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Pr="009C54AE" w:rsidR="0099520D" w:rsidTr="0099520D" w14:paraId="6EFD3094" w14:textId="77777777">
        <w:tc>
          <w:tcPr>
            <w:tcW w:w="9520" w:type="dxa"/>
          </w:tcPr>
          <w:p w:rsidRPr="003B50F2" w:rsidR="0099520D" w:rsidP="00757082" w:rsidRDefault="008A0537" w14:paraId="29B0641B" w14:textId="7777777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hAnsi="Corbel"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Pr="009C54AE" w:rsidR="0099520D" w:rsidTr="0099520D" w14:paraId="0FC85185" w14:textId="77777777">
        <w:tc>
          <w:tcPr>
            <w:tcW w:w="9520" w:type="dxa"/>
          </w:tcPr>
          <w:p w:rsidRPr="003B50F2" w:rsidR="0099520D" w:rsidP="008A0537" w:rsidRDefault="008A0537" w14:paraId="023D96A1" w14:textId="7777777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hAnsi="Corbel" w:eastAsia="Times New Roman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Pr="009C54AE" w:rsidR="0099520D" w:rsidTr="008A0537" w14:paraId="0342DE78" w14:textId="77777777">
        <w:trPr>
          <w:trHeight w:val="322"/>
        </w:trPr>
        <w:tc>
          <w:tcPr>
            <w:tcW w:w="9520" w:type="dxa"/>
          </w:tcPr>
          <w:p w:rsidRPr="003B50F2" w:rsidR="0099520D" w:rsidP="00AB3E48" w:rsidRDefault="008A0537" w14:paraId="12EC032F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Pr="009C54AE" w:rsidR="0099520D" w:rsidTr="0099520D" w14:paraId="14E58A93" w14:textId="77777777">
        <w:tc>
          <w:tcPr>
            <w:tcW w:w="9520" w:type="dxa"/>
          </w:tcPr>
          <w:p w:rsidRPr="003B50F2" w:rsidR="0099520D" w:rsidP="004606CC" w:rsidRDefault="006A0C71" w14:paraId="375D6481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Pr="003B50F2" w:rsid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Pr="003B50F2" w:rsidR="008A0537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Pr="003B50F2" w:rsidR="008A0537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Pr="009C54AE" w:rsidR="0099520D" w:rsidTr="0099520D" w14:paraId="7626F704" w14:textId="77777777">
        <w:tc>
          <w:tcPr>
            <w:tcW w:w="9520" w:type="dxa"/>
          </w:tcPr>
          <w:p w:rsidRPr="003B50F2" w:rsidR="0099520D" w:rsidP="008A0537" w:rsidRDefault="006A0C71" w14:paraId="4501EE7C" w14:textId="77777777">
            <w:pPr>
              <w:suppressAutoHyphens/>
              <w:snapToGrid w:val="0"/>
              <w:jc w:val="both"/>
              <w:rPr>
                <w:rFonts w:ascii="Corbel" w:hAnsi="Corbel" w:eastAsia="Times New Roman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Pr="008A0537" w:rsid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Pr="008A0537" w:rsid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520D" w:rsidTr="0099520D" w14:paraId="4446F3A5" w14:textId="77777777">
        <w:tc>
          <w:tcPr>
            <w:tcW w:w="9520" w:type="dxa"/>
          </w:tcPr>
          <w:p w:rsidRPr="008A0537" w:rsidR="0099520D" w:rsidP="00E10AA9" w:rsidRDefault="00E10AA9" w14:paraId="4FDF4AD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:rsidRPr="009C54AE" w:rsidR="0099520D" w:rsidP="0099520D" w:rsidRDefault="0099520D" w14:paraId="70FDDD1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61818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569CE9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72757A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47766" w14:paraId="28A8CA8A" w14:textId="77777777">
        <w:tc>
          <w:tcPr>
            <w:tcW w:w="9520" w:type="dxa"/>
          </w:tcPr>
          <w:p w:rsidRPr="009C54AE" w:rsidR="0085747A" w:rsidP="009C54AE" w:rsidRDefault="0085747A" w14:paraId="3B5AE24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47766" w14:paraId="2ED9753A" w14:textId="77777777">
        <w:tc>
          <w:tcPr>
            <w:tcW w:w="9520" w:type="dxa"/>
          </w:tcPr>
          <w:p w:rsidRPr="009C54AE" w:rsidR="0085747A" w:rsidP="009C54AE" w:rsidRDefault="009E3129" w14:paraId="6E6EE1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Pr="009C54AE" w:rsidR="0085747A" w:rsidTr="00947766" w14:paraId="41E20F3C" w14:textId="77777777">
        <w:tc>
          <w:tcPr>
            <w:tcW w:w="9520" w:type="dxa"/>
          </w:tcPr>
          <w:p w:rsidRPr="00284207" w:rsidR="0085747A" w:rsidP="009C54AE" w:rsidRDefault="00FF6F25" w14:paraId="677300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Pr="009C54AE" w:rsidR="00947766" w:rsidTr="00947766" w14:paraId="7DDD3FEC" w14:textId="77777777">
        <w:tc>
          <w:tcPr>
            <w:tcW w:w="9520" w:type="dxa"/>
          </w:tcPr>
          <w:p w:rsidRPr="009C54AE" w:rsidR="00947766" w:rsidP="000A3CD6" w:rsidRDefault="007311C2" w14:paraId="186F38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Pr="009C54AE" w:rsidR="00947766" w:rsidTr="00947766" w14:paraId="5376D832" w14:textId="77777777">
        <w:tc>
          <w:tcPr>
            <w:tcW w:w="9520" w:type="dxa"/>
          </w:tcPr>
          <w:p w:rsidRPr="009C54AE" w:rsidR="00947766" w:rsidP="000A3CD6" w:rsidRDefault="00F54FD9" w14:paraId="2BEA38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Pr="009C54AE" w:rsidR="0085747A" w:rsidTr="00947766" w14:paraId="63657240" w14:textId="77777777">
        <w:tc>
          <w:tcPr>
            <w:tcW w:w="9520" w:type="dxa"/>
          </w:tcPr>
          <w:p w:rsidRPr="009C54AE" w:rsidR="0085747A" w:rsidP="007311C2" w:rsidRDefault="007311C2" w14:paraId="1150CA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:rsidRPr="009C54AE" w:rsidR="0085747A" w:rsidP="009C54AE" w:rsidRDefault="0085747A" w14:paraId="45DCED4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788539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3FC10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4F5A" w:rsidP="009C54AE" w:rsidRDefault="00F24F5A" w14:paraId="080C9C5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:rsidRPr="00F24F5A" w:rsidR="00F24F5A" w:rsidP="009C54AE" w:rsidRDefault="00F24F5A" w14:paraId="66D5DC2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56B2F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6C0C830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70B639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4AF916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50EDEE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2DBE2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89302F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AE5F04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23FF4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311C2" w14:paraId="308F9D96" w14:textId="77777777">
        <w:tc>
          <w:tcPr>
            <w:tcW w:w="1962" w:type="dxa"/>
            <w:vAlign w:val="center"/>
          </w:tcPr>
          <w:p w:rsidRPr="009C54AE" w:rsidR="0085747A" w:rsidP="009C54AE" w:rsidRDefault="0071620A" w14:paraId="6A9717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15C31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9C54AE" w:rsidR="0085747A" w:rsidP="009C54AE" w:rsidRDefault="009F4610" w14:paraId="08E4F6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2DC68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CA928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E806E0" w:rsidTr="00E806E0" w14:paraId="2ACD38B2" w14:textId="77777777">
        <w:tc>
          <w:tcPr>
            <w:tcW w:w="1962" w:type="dxa"/>
          </w:tcPr>
          <w:p w:rsidRPr="009C54AE" w:rsidR="00E806E0" w:rsidP="00E806E0" w:rsidRDefault="00E806E0" w14:paraId="109D5E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E806E0" w:rsidP="00E806E0" w:rsidRDefault="00D67415" w14:paraId="0034D601" w14:textId="4E60F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9C54AE" w:rsidR="00E806E0" w:rsidP="00E806E0" w:rsidRDefault="00D67415" w14:paraId="06028C4E" w14:textId="329D61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E806E0" w:rsidTr="007311C2" w14:paraId="4C9B9CB1" w14:textId="77777777">
        <w:tc>
          <w:tcPr>
            <w:tcW w:w="1962" w:type="dxa"/>
          </w:tcPr>
          <w:p w:rsidRPr="009C54AE" w:rsidR="00E806E0" w:rsidP="00E806E0" w:rsidRDefault="00E806E0" w14:paraId="1E04DA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9C54AE" w:rsidR="00E806E0" w:rsidP="00E806E0" w:rsidRDefault="00D67415" w14:paraId="3B4E48C3" w14:textId="4F6A1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:rsidRPr="009C54AE" w:rsidR="00E806E0" w:rsidP="00E806E0" w:rsidRDefault="00D67415" w14:paraId="454A4090" w14:textId="57FFF5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9C54AE" w:rsidR="004D3CF5" w:rsidTr="007311C2" w14:paraId="467B2890" w14:textId="77777777">
        <w:tc>
          <w:tcPr>
            <w:tcW w:w="1962" w:type="dxa"/>
          </w:tcPr>
          <w:p w:rsidRPr="009C54AE" w:rsidR="004D3CF5" w:rsidP="004D3CF5" w:rsidRDefault="004D3CF5" w14:paraId="08D71D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Pr="009C54AE" w:rsidR="004D3CF5" w:rsidP="004D3CF5" w:rsidRDefault="00D67415" w14:paraId="3FA5B3F9" w14:textId="5F61A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:rsidRPr="009C54AE" w:rsidR="004D3CF5" w:rsidP="004D3CF5" w:rsidRDefault="00D67415" w14:paraId="52F61B1E" w14:textId="5805DB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9C54AE" w:rsidR="004D3CF5" w:rsidTr="007311C2" w14:paraId="0EE60C10" w14:textId="77777777">
        <w:tc>
          <w:tcPr>
            <w:tcW w:w="1962" w:type="dxa"/>
          </w:tcPr>
          <w:p w:rsidRPr="009C54AE" w:rsidR="004D3CF5" w:rsidP="004D3CF5" w:rsidRDefault="004D3CF5" w14:paraId="7DCFED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9C54AE" w:rsidR="004D3CF5" w:rsidP="004D3CF5" w:rsidRDefault="00D67415" w14:paraId="2CE6D611" w14:textId="6362F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Pr="009C54AE" w:rsidR="004D3CF5" w:rsidP="004D3CF5" w:rsidRDefault="00D67415" w14:paraId="2EAF1C86" w14:textId="339776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4D3CF5" w:rsidTr="007311C2" w14:paraId="6AB91A10" w14:textId="77777777">
        <w:tc>
          <w:tcPr>
            <w:tcW w:w="1962" w:type="dxa"/>
          </w:tcPr>
          <w:p w:rsidRPr="009C54AE" w:rsidR="004D3CF5" w:rsidP="004D3CF5" w:rsidRDefault="004D3CF5" w14:paraId="2A696A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9C54AE" w:rsidR="004D3CF5" w:rsidP="004D3CF5" w:rsidRDefault="00D67415" w14:paraId="2938BB67" w14:textId="286702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Pr="009C54AE" w:rsidR="004D3CF5" w:rsidP="004D3CF5" w:rsidRDefault="00D67415" w14:paraId="007A3111" w14:textId="0BD848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4D3CF5" w:rsidTr="007311C2" w14:paraId="506AB45C" w14:textId="77777777">
        <w:tc>
          <w:tcPr>
            <w:tcW w:w="1962" w:type="dxa"/>
          </w:tcPr>
          <w:p w:rsidRPr="009C54AE" w:rsidR="004D3CF5" w:rsidP="004D3CF5" w:rsidRDefault="004D3CF5" w14:paraId="5A29BD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Pr="00613F03" w:rsidR="004D3CF5" w:rsidP="004D3CF5" w:rsidRDefault="00D67415" w14:paraId="0E4BDCE4" w14:textId="0A7A83F8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Pr="009C54AE" w:rsidR="004D3CF5" w:rsidP="004D3CF5" w:rsidRDefault="00D67415" w14:paraId="0F65D360" w14:textId="4A88F2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4D3CF5" w:rsidTr="007311C2" w14:paraId="668326E5" w14:textId="77777777">
        <w:tc>
          <w:tcPr>
            <w:tcW w:w="1962" w:type="dxa"/>
          </w:tcPr>
          <w:p w:rsidRPr="009C54AE" w:rsidR="004D3CF5" w:rsidP="004D3CF5" w:rsidRDefault="004D3CF5" w14:paraId="289606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Pr="00613F03" w:rsidR="004D3CF5" w:rsidP="004D3CF5" w:rsidRDefault="00D67415" w14:paraId="1E9307A9" w14:textId="5D97BB61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9C54AE" w:rsidR="004D3CF5" w:rsidP="004D3CF5" w:rsidRDefault="00D67415" w14:paraId="0999A608" w14:textId="0D32E0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5077FC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62093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AC76D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D4ACCD0" w14:paraId="5130A450" w14:textId="77777777">
        <w:tc>
          <w:tcPr>
            <w:tcW w:w="9670" w:type="dxa"/>
          </w:tcPr>
          <w:p w:rsidRPr="004409B2" w:rsidR="00CA34C9" w:rsidP="00826D4D" w:rsidRDefault="00CA34C9" w14:paraId="5FAE12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Pr="004409B2" w:rsidR="00CA34C9" w:rsidP="00826D4D" w:rsidRDefault="00073876" w14:paraId="340060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:rsidR="00FC53F6" w:rsidP="00826D4D" w:rsidRDefault="00FC53F6" w14:paraId="0D85AA0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:rsidR="00FC53F6" w:rsidP="00826D4D" w:rsidRDefault="00FC53F6" w14:paraId="5BD821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:rsidR="00FC53F6" w:rsidP="00826D4D" w:rsidRDefault="00FC53F6" w14:paraId="0D81D27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:rsidR="00FC53F6" w:rsidP="00826D4D" w:rsidRDefault="00FC53F6" w14:paraId="487352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CA34C9" w:rsidP="00826D4D" w:rsidRDefault="00CA34C9" w14:paraId="0B4237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:rsidRPr="004409B2" w:rsidR="00CA34C9" w:rsidP="00826D4D" w:rsidRDefault="00CA34C9" w14:paraId="06685E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:rsidRPr="004409B2" w:rsidR="00CA34C9" w:rsidP="00826D4D" w:rsidRDefault="00CA34C9" w14:paraId="6CFA97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:rsidR="00CA34C9" w:rsidP="00826D4D" w:rsidRDefault="00CA34C9" w14:paraId="648FC3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:rsidRPr="009C54AE" w:rsidR="0085747A" w:rsidP="00826D4D" w:rsidRDefault="00CA34C9" w14:paraId="7A45573C" w14:textId="7EED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Pr="6D4ACCD0" w:rsidR="3F3BB128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:rsidR="0085747A" w:rsidP="009C54AE" w:rsidRDefault="0085747A" w14:paraId="521C73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A22DFE" w:rsidP="009C54AE" w:rsidRDefault="00A22DFE" w14:paraId="4D385B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607E0D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748BF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Pr="009C54AE" w:rsidR="0085747A" w:rsidTr="003455B1" w14:paraId="24A3A27C" w14:textId="77777777">
        <w:tc>
          <w:tcPr>
            <w:tcW w:w="4900" w:type="dxa"/>
            <w:vAlign w:val="center"/>
          </w:tcPr>
          <w:p w:rsidRPr="009C54AE" w:rsidR="0085747A" w:rsidP="009C54AE" w:rsidRDefault="00C61DC5" w14:paraId="3CEBD6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:rsidRPr="009C54AE" w:rsidR="0085747A" w:rsidP="009C54AE" w:rsidRDefault="00C61DC5" w14:paraId="3E8C3A41" w14:textId="7D733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455B1" w14:paraId="51A50802" w14:textId="77777777">
        <w:tc>
          <w:tcPr>
            <w:tcW w:w="4900" w:type="dxa"/>
          </w:tcPr>
          <w:p w:rsidRPr="009C54AE" w:rsidR="0085747A" w:rsidP="009C54AE" w:rsidRDefault="00C61DC5" w14:paraId="349D44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:rsidRPr="009C54AE" w:rsidR="0085747A" w:rsidP="003455B1" w:rsidRDefault="009A44E2" w14:paraId="1066C520" w14:textId="61679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455B1" w14:paraId="2B86BB41" w14:textId="77777777">
        <w:tc>
          <w:tcPr>
            <w:tcW w:w="4900" w:type="dxa"/>
          </w:tcPr>
          <w:p w:rsidRPr="009C54AE" w:rsidR="00C61DC5" w:rsidP="009C54AE" w:rsidRDefault="00C61DC5" w14:paraId="433115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D02B7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:rsidRPr="009C54AE" w:rsidR="00A276AA" w:rsidP="003455B1" w:rsidRDefault="003455B1" w14:paraId="65F60E12" w14:textId="2690B0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3455B1" w:rsidTr="003455B1" w14:paraId="7903A6EB" w14:textId="77777777">
        <w:tc>
          <w:tcPr>
            <w:tcW w:w="4900" w:type="dxa"/>
          </w:tcPr>
          <w:p w:rsidR="00D67415" w:rsidP="00D67415" w:rsidRDefault="003455B1" w14:paraId="619769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9C54AE" w:rsidR="003455B1" w:rsidP="00D67415" w:rsidRDefault="003455B1" w14:paraId="458BCF10" w14:textId="1ACA65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Pr="009C54AE" w:rsidR="00A87F4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:rsidR="003455B1" w:rsidP="003455B1" w:rsidRDefault="003455B1" w14:paraId="1F93828A" w14:textId="37AE64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3455B1" w:rsidTr="003455B1" w14:paraId="4335D87C" w14:textId="77777777">
        <w:tc>
          <w:tcPr>
            <w:tcW w:w="4900" w:type="dxa"/>
          </w:tcPr>
          <w:p w:rsidRPr="009C54AE" w:rsidR="003455B1" w:rsidP="003455B1" w:rsidRDefault="003455B1" w14:paraId="4D15BE89" w14:textId="1B84A5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:rsidR="003455B1" w:rsidP="003455B1" w:rsidRDefault="003455B1" w14:paraId="563B7CF6" w14:textId="5D82C6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3455B1" w:rsidTr="003455B1" w14:paraId="022354CC" w14:textId="77777777">
        <w:tc>
          <w:tcPr>
            <w:tcW w:w="4900" w:type="dxa"/>
          </w:tcPr>
          <w:p w:rsidRPr="009C54AE" w:rsidR="003455B1" w:rsidP="003455B1" w:rsidRDefault="003455B1" w14:paraId="5D4A1224" w14:textId="23D04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:rsidR="003455B1" w:rsidP="003455B1" w:rsidRDefault="003455B1" w14:paraId="7DA6C6BE" w14:textId="3A4C1B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3455B1" w:rsidTr="003455B1" w14:paraId="30F0BCB5" w14:textId="77777777">
        <w:tc>
          <w:tcPr>
            <w:tcW w:w="4900" w:type="dxa"/>
          </w:tcPr>
          <w:p w:rsidRPr="009C54AE" w:rsidR="003455B1" w:rsidP="003455B1" w:rsidRDefault="003455B1" w14:paraId="3E2963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:rsidRPr="009C54AE" w:rsidR="003455B1" w:rsidP="003455B1" w:rsidRDefault="003455B1" w14:paraId="54D600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3455B1" w:rsidTr="003455B1" w14:paraId="05099B4B" w14:textId="77777777">
        <w:tc>
          <w:tcPr>
            <w:tcW w:w="4900" w:type="dxa"/>
          </w:tcPr>
          <w:p w:rsidRPr="009C54AE" w:rsidR="003455B1" w:rsidP="003455B1" w:rsidRDefault="003455B1" w14:paraId="1E843A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:rsidRPr="009C54AE" w:rsidR="003455B1" w:rsidP="003455B1" w:rsidRDefault="003455B1" w14:paraId="51C81C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C9749C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2F59C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38397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A56FD6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D67415" w14:paraId="0E58260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6437F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D67415" w:rsidRDefault="00D67415" w14:paraId="5672D4BC" w14:textId="0854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67415" w14:paraId="2F8E51B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6B702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D67415" w:rsidRDefault="00D67415" w14:paraId="15DF38AF" w14:textId="20EB80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1E19F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7B244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CFEAF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D67415" w:rsidR="0085747A" w:rsidTr="6D4ACCD0" w14:paraId="5A0EF77F" w14:textId="77777777">
        <w:trPr>
          <w:trHeight w:val="397"/>
        </w:trPr>
        <w:tc>
          <w:tcPr>
            <w:tcW w:w="5000" w:type="pct"/>
          </w:tcPr>
          <w:p w:rsidRPr="00D67415" w:rsidR="0085747A" w:rsidP="009C54AE" w:rsidRDefault="0085747A" w14:paraId="71912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67415" w:rsidR="009358F7" w:rsidP="00826D4D" w:rsidRDefault="009358F7" w14:paraId="6992118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:rsidRPr="00D67415" w:rsidR="009358F7" w:rsidP="00826D4D" w:rsidRDefault="009358F7" w14:paraId="23B72D3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:rsidRPr="00D67415" w:rsidR="009358F7" w:rsidP="00826D4D" w:rsidRDefault="009A44E2" w14:paraId="454DF07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Pr="00D67415" w:rsidR="0085747A" w:rsidTr="6D4ACCD0" w14:paraId="5F2AE0D6" w14:textId="77777777">
        <w:trPr>
          <w:trHeight w:val="397"/>
        </w:trPr>
        <w:tc>
          <w:tcPr>
            <w:tcW w:w="5000" w:type="pct"/>
          </w:tcPr>
          <w:p w:rsidRPr="00D67415" w:rsidR="0085747A" w:rsidP="009C54AE" w:rsidRDefault="0085747A" w14:paraId="0B399D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45C7CD5B" w:rsidP="00826D4D" w:rsidRDefault="45C7CD5B" w14:paraId="0D0958A6" w14:textId="6BD861B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:rsidRPr="00D67415" w:rsidR="0000485D" w:rsidP="00826D4D" w:rsidRDefault="0000485D" w14:paraId="3C4AD45D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:rsidRPr="00D67415" w:rsidR="0000485D" w:rsidP="00826D4D" w:rsidRDefault="0000485D" w14:paraId="1DC1C90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:rsidRPr="00D67415" w:rsidR="009358F7" w:rsidP="00826D4D" w:rsidRDefault="0000485D" w14:paraId="2E4AECB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:rsidRPr="00D67415" w:rsidR="0000485D" w:rsidP="00826D4D" w:rsidRDefault="0000485D" w14:paraId="0B66E42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:rsidRPr="00D67415" w:rsidR="0000485D" w:rsidP="00826D4D" w:rsidRDefault="0000485D" w14:paraId="54F53CD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Pr="6D4ACCD0" w:rsidR="00B22A6F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:rsidRPr="009C54AE" w:rsidR="0085747A" w:rsidP="009C54AE" w:rsidRDefault="0085747A" w14:paraId="0B0053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68E37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8E9546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82E" w:rsidP="00C16ABF" w:rsidRDefault="0029782E" w14:paraId="10C1ECCB" w14:textId="77777777">
      <w:pPr>
        <w:spacing w:after="0" w:line="240" w:lineRule="auto"/>
      </w:pPr>
      <w:r>
        <w:separator/>
      </w:r>
    </w:p>
  </w:endnote>
  <w:endnote w:type="continuationSeparator" w:id="0">
    <w:p w:rsidR="0029782E" w:rsidP="00C16ABF" w:rsidRDefault="0029782E" w14:paraId="46ACF8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82E" w:rsidP="00C16ABF" w:rsidRDefault="0029782E" w14:paraId="5EB8D247" w14:textId="77777777">
      <w:pPr>
        <w:spacing w:after="0" w:line="240" w:lineRule="auto"/>
      </w:pPr>
      <w:r>
        <w:separator/>
      </w:r>
    </w:p>
  </w:footnote>
  <w:footnote w:type="continuationSeparator" w:id="0">
    <w:p w:rsidR="0029782E" w:rsidP="00C16ABF" w:rsidRDefault="0029782E" w14:paraId="72A9BDC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EEB68B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782E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76304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8F2577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styleId="paragraph" w:customStyle="1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26D4D"/>
  </w:style>
  <w:style w:type="character" w:styleId="spellingerror" w:customStyle="1">
    <w:name w:val="spellingerror"/>
    <w:basedOn w:val="Domylnaczcionkaakapitu"/>
    <w:rsid w:val="00826D4D"/>
  </w:style>
  <w:style w:type="character" w:styleId="eop" w:customStyle="1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BFBAF3-2110-44FF-8D1D-3B75F7E31BDA}"/>
</file>

<file path=customXml/itemProps4.xml><?xml version="1.0" encoding="utf-8"?>
<ds:datastoreItem xmlns:ds="http://schemas.openxmlformats.org/officeDocument/2006/customXml" ds:itemID="{A4F69D3B-A36F-46DE-9A08-BE6155253AD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12</revision>
  <lastPrinted>2019-02-06T12:12:00.0000000Z</lastPrinted>
  <dcterms:created xsi:type="dcterms:W3CDTF">2020-11-14T20:11:00.0000000Z</dcterms:created>
  <dcterms:modified xsi:type="dcterms:W3CDTF">2022-05-27T18:35:44.4557571Z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